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5BDF1" w14:textId="77777777" w:rsidR="00213238" w:rsidRPr="003428C0" w:rsidRDefault="009620A5" w:rsidP="00F971A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ČETVRTI </w:t>
      </w:r>
      <w:r w:rsidR="00213238" w:rsidRPr="003428C0">
        <w:rPr>
          <w:rFonts w:ascii="Arial" w:hAnsi="Arial" w:cs="Arial"/>
          <w:sz w:val="20"/>
          <w:szCs w:val="20"/>
        </w:rPr>
        <w:t>MEĐUNARODNI KONGRES</w:t>
      </w:r>
    </w:p>
    <w:p w14:paraId="2444887D" w14:textId="77777777" w:rsidR="00213238" w:rsidRPr="003428C0" w:rsidRDefault="00213238" w:rsidP="00213238">
      <w:pPr>
        <w:jc w:val="center"/>
        <w:rPr>
          <w:rFonts w:ascii="Arial" w:hAnsi="Arial" w:cs="Arial"/>
          <w:b/>
          <w:sz w:val="20"/>
          <w:szCs w:val="20"/>
        </w:rPr>
      </w:pPr>
      <w:r w:rsidRPr="003428C0">
        <w:rPr>
          <w:rFonts w:ascii="Arial" w:hAnsi="Arial" w:cs="Arial"/>
          <w:b/>
          <w:sz w:val="20"/>
          <w:szCs w:val="20"/>
        </w:rPr>
        <w:t>ODRŽIVA ARHITEKTURA – ENERGETSKA EFIKASNOST</w:t>
      </w:r>
    </w:p>
    <w:p w14:paraId="7434F741" w14:textId="77777777" w:rsidR="008E16A2" w:rsidRPr="003428C0" w:rsidRDefault="008E16A2" w:rsidP="00213238">
      <w:pPr>
        <w:jc w:val="both"/>
        <w:rPr>
          <w:rFonts w:ascii="Arial" w:hAnsi="Arial" w:cs="Arial"/>
          <w:sz w:val="20"/>
          <w:szCs w:val="20"/>
        </w:rPr>
      </w:pPr>
    </w:p>
    <w:p w14:paraId="2EFE5C45" w14:textId="77777777" w:rsidR="008E16A2" w:rsidRPr="003428C0" w:rsidRDefault="008E16A2" w:rsidP="008E16A2">
      <w:pPr>
        <w:rPr>
          <w:rFonts w:ascii="Arial" w:hAnsi="Arial" w:cs="Arial"/>
          <w:sz w:val="20"/>
          <w:szCs w:val="20"/>
        </w:rPr>
      </w:pPr>
    </w:p>
    <w:p w14:paraId="6F268D05" w14:textId="77777777" w:rsidR="00213238" w:rsidRPr="003428C0" w:rsidRDefault="009620A5" w:rsidP="003428C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Četvrti</w:t>
      </w:r>
      <w:r w:rsidR="00D02B06" w:rsidRPr="003428C0">
        <w:rPr>
          <w:rFonts w:ascii="Arial" w:hAnsi="Arial" w:cs="Arial"/>
          <w:sz w:val="20"/>
          <w:szCs w:val="20"/>
        </w:rPr>
        <w:t xml:space="preserve"> međunarodni kongres ODRŽIVA ARHITEKTURA – ENERGE</w:t>
      </w:r>
      <w:r w:rsidR="007B577B" w:rsidRPr="003428C0">
        <w:rPr>
          <w:rFonts w:ascii="Arial" w:hAnsi="Arial" w:cs="Arial"/>
          <w:sz w:val="20"/>
          <w:szCs w:val="20"/>
        </w:rPr>
        <w:t>TSKA</w:t>
      </w:r>
      <w:r w:rsidR="00FE00EC">
        <w:rPr>
          <w:rFonts w:ascii="Arial" w:hAnsi="Arial" w:cs="Arial"/>
          <w:sz w:val="20"/>
          <w:szCs w:val="20"/>
        </w:rPr>
        <w:t xml:space="preserve"> EFIKASNOST održaće se</w:t>
      </w:r>
      <w:r>
        <w:rPr>
          <w:rFonts w:ascii="Arial" w:hAnsi="Arial" w:cs="Arial"/>
          <w:sz w:val="20"/>
          <w:szCs w:val="20"/>
        </w:rPr>
        <w:t xml:space="preserve"> od 8. do 10. oktobra 2021</w:t>
      </w:r>
      <w:r w:rsidR="007B577B" w:rsidRPr="003428C0">
        <w:rPr>
          <w:rFonts w:ascii="Arial" w:hAnsi="Arial" w:cs="Arial"/>
          <w:sz w:val="20"/>
          <w:szCs w:val="20"/>
        </w:rPr>
        <w:t xml:space="preserve">. </w:t>
      </w:r>
      <w:r w:rsidR="00D02B06" w:rsidRPr="003428C0">
        <w:rPr>
          <w:rFonts w:ascii="Arial" w:hAnsi="Arial" w:cs="Arial"/>
          <w:sz w:val="20"/>
          <w:szCs w:val="20"/>
        </w:rPr>
        <w:t>u renomiranom i atraktivnom prostoru Jugoslovenske kinoteke</w:t>
      </w:r>
      <w:r w:rsidR="007B577B" w:rsidRPr="003428C0">
        <w:rPr>
          <w:rFonts w:ascii="Arial" w:hAnsi="Arial" w:cs="Arial"/>
          <w:sz w:val="20"/>
          <w:szCs w:val="20"/>
        </w:rPr>
        <w:t>,</w:t>
      </w:r>
      <w:r w:rsidR="00CF0B50">
        <w:rPr>
          <w:rFonts w:ascii="Arial" w:hAnsi="Arial" w:cs="Arial"/>
          <w:sz w:val="20"/>
          <w:szCs w:val="20"/>
        </w:rPr>
        <w:t xml:space="preserve"> sa svečanim otvaranjem u 19h. Kongres obuhvata odgovarajuća predavanja, izlože arhitekata i sponzora, radionice, tribine i konkurs "MIKRO EKO KUĆA 2021"</w:t>
      </w:r>
      <w:r w:rsidR="00C74C56">
        <w:rPr>
          <w:rFonts w:ascii="Arial" w:hAnsi="Arial" w:cs="Arial"/>
          <w:sz w:val="20"/>
          <w:szCs w:val="20"/>
        </w:rPr>
        <w:t xml:space="preserve"> za mlade arhitekte, dizajnere i pejzažne arhitekte do 30 godina i studente odgovarajućih fakulteta</w:t>
      </w:r>
      <w:r w:rsidR="00476CB0" w:rsidRPr="003428C0">
        <w:rPr>
          <w:rFonts w:ascii="Arial" w:hAnsi="Arial" w:cs="Arial"/>
          <w:sz w:val="20"/>
          <w:szCs w:val="20"/>
        </w:rPr>
        <w:t xml:space="preserve">. </w:t>
      </w:r>
      <w:r w:rsidR="00213238" w:rsidRPr="003428C0">
        <w:rPr>
          <w:rFonts w:ascii="Arial" w:hAnsi="Arial" w:cs="Arial"/>
          <w:sz w:val="20"/>
          <w:szCs w:val="20"/>
        </w:rPr>
        <w:t>Kongres organizuju Udruženje EKOKULT+ i Magazin za eko arhitekturu i kulturu EKO KUĆA, u saradnji sa Arhitektonskim faku</w:t>
      </w:r>
      <w:r w:rsidR="00A16B24" w:rsidRPr="003428C0">
        <w:rPr>
          <w:rFonts w:ascii="Arial" w:hAnsi="Arial" w:cs="Arial"/>
          <w:sz w:val="20"/>
          <w:szCs w:val="20"/>
        </w:rPr>
        <w:t>ltetom Univerziteta u Beogradu, Zagrebu i Podgorici.</w:t>
      </w:r>
    </w:p>
    <w:p w14:paraId="34FCDD5F" w14:textId="77777777" w:rsidR="0094681E" w:rsidRPr="003428C0" w:rsidRDefault="0094681E" w:rsidP="003428C0">
      <w:pPr>
        <w:jc w:val="both"/>
        <w:rPr>
          <w:rFonts w:ascii="Arial" w:hAnsi="Arial" w:cs="Arial"/>
          <w:sz w:val="20"/>
          <w:szCs w:val="20"/>
        </w:rPr>
      </w:pPr>
    </w:p>
    <w:p w14:paraId="63C5565C" w14:textId="77777777" w:rsidR="00B65B17" w:rsidRPr="003428C0" w:rsidRDefault="00B65B17" w:rsidP="003428C0">
      <w:pPr>
        <w:jc w:val="both"/>
        <w:rPr>
          <w:rFonts w:ascii="Arial" w:hAnsi="Arial" w:cs="Arial"/>
          <w:sz w:val="20"/>
          <w:szCs w:val="20"/>
        </w:rPr>
      </w:pPr>
      <w:r w:rsidRPr="003428C0">
        <w:rPr>
          <w:rFonts w:ascii="Arial" w:hAnsi="Arial" w:cs="Arial"/>
          <w:sz w:val="20"/>
          <w:szCs w:val="20"/>
        </w:rPr>
        <w:t>Kongres ODRŽIVA ARHITEKTURA – ENERGETSKA EFIKASNOST obuhvata više segmenata: predavanja najpoznatijih svetskih arhitek</w:t>
      </w:r>
      <w:r w:rsidR="00A16B24" w:rsidRPr="003428C0">
        <w:rPr>
          <w:rFonts w:ascii="Arial" w:hAnsi="Arial" w:cs="Arial"/>
          <w:sz w:val="20"/>
          <w:szCs w:val="20"/>
        </w:rPr>
        <w:t>ata i radionice namenjene</w:t>
      </w:r>
      <w:r w:rsidRPr="003428C0">
        <w:rPr>
          <w:rFonts w:ascii="Arial" w:hAnsi="Arial" w:cs="Arial"/>
          <w:sz w:val="20"/>
          <w:szCs w:val="20"/>
        </w:rPr>
        <w:t xml:space="preserve"> a</w:t>
      </w:r>
      <w:r w:rsidR="00A16B24" w:rsidRPr="003428C0">
        <w:rPr>
          <w:rFonts w:ascii="Arial" w:hAnsi="Arial" w:cs="Arial"/>
          <w:sz w:val="20"/>
          <w:szCs w:val="20"/>
        </w:rPr>
        <w:t>rhitektima</w:t>
      </w:r>
      <w:r w:rsidR="00C74C56">
        <w:rPr>
          <w:rFonts w:ascii="Arial" w:hAnsi="Arial" w:cs="Arial"/>
          <w:sz w:val="20"/>
          <w:szCs w:val="20"/>
        </w:rPr>
        <w:t>, studentima, doktorantima i stručnjacima iz tangencijalnih oblasti,</w:t>
      </w:r>
      <w:r w:rsidRPr="003428C0">
        <w:rPr>
          <w:rFonts w:ascii="Arial" w:hAnsi="Arial" w:cs="Arial"/>
          <w:sz w:val="20"/>
          <w:szCs w:val="20"/>
        </w:rPr>
        <w:t xml:space="preserve"> kao i izložbu projekata i realizacija predavača, koja će biti otvorena u h</w:t>
      </w:r>
      <w:r w:rsidR="009620A5">
        <w:rPr>
          <w:rFonts w:ascii="Arial" w:hAnsi="Arial" w:cs="Arial"/>
          <w:sz w:val="20"/>
          <w:szCs w:val="20"/>
        </w:rPr>
        <w:t>olu Jugoslovenske kinoteke od 8. do 10</w:t>
      </w:r>
      <w:r w:rsidRPr="003428C0">
        <w:rPr>
          <w:rFonts w:ascii="Arial" w:hAnsi="Arial" w:cs="Arial"/>
          <w:sz w:val="20"/>
          <w:szCs w:val="20"/>
        </w:rPr>
        <w:t xml:space="preserve">. oktobra. </w:t>
      </w:r>
    </w:p>
    <w:p w14:paraId="248EE0E3" w14:textId="77777777" w:rsidR="00270004" w:rsidRPr="003428C0" w:rsidRDefault="00270004" w:rsidP="003428C0">
      <w:pPr>
        <w:jc w:val="both"/>
        <w:rPr>
          <w:rFonts w:ascii="Arial" w:hAnsi="Arial" w:cs="Arial"/>
          <w:sz w:val="20"/>
          <w:szCs w:val="20"/>
        </w:rPr>
      </w:pPr>
    </w:p>
    <w:p w14:paraId="185639A9" w14:textId="77777777" w:rsidR="0094681E" w:rsidRPr="003428C0" w:rsidRDefault="00270004" w:rsidP="003428C0">
      <w:pPr>
        <w:jc w:val="both"/>
        <w:rPr>
          <w:rFonts w:ascii="Arial" w:hAnsi="Arial" w:cs="Arial"/>
          <w:sz w:val="20"/>
          <w:szCs w:val="20"/>
        </w:rPr>
      </w:pPr>
      <w:r w:rsidRPr="003428C0">
        <w:rPr>
          <w:rFonts w:ascii="Arial" w:hAnsi="Arial" w:cs="Arial"/>
          <w:sz w:val="20"/>
          <w:szCs w:val="20"/>
        </w:rPr>
        <w:t>K</w:t>
      </w:r>
      <w:r w:rsidR="0094681E" w:rsidRPr="003428C0">
        <w:rPr>
          <w:rFonts w:ascii="Arial" w:hAnsi="Arial" w:cs="Arial"/>
          <w:sz w:val="20"/>
          <w:szCs w:val="20"/>
        </w:rPr>
        <w:t>ongres će</w:t>
      </w:r>
      <w:r w:rsidRPr="003428C0">
        <w:rPr>
          <w:rFonts w:ascii="Arial" w:hAnsi="Arial" w:cs="Arial"/>
          <w:sz w:val="20"/>
          <w:szCs w:val="20"/>
        </w:rPr>
        <w:t>, kroz sve segmente,</w:t>
      </w:r>
      <w:r w:rsidR="0094681E" w:rsidRPr="003428C0">
        <w:rPr>
          <w:rFonts w:ascii="Arial" w:hAnsi="Arial" w:cs="Arial"/>
          <w:sz w:val="20"/>
          <w:szCs w:val="20"/>
        </w:rPr>
        <w:t xml:space="preserve"> obuhvatiti značajne teme sa fokusom na održivi, ekološki i energetski efikasan pristup u arhitekturi uz upotrebu obnovljivih izvora energije, odgovarajućih materijala, savremenih tehnologija i sistema građenja. Predavači, autoriteti u ovim oblastima u svetskim okvirima, kroz recentne projekte i studije </w:t>
      </w:r>
      <w:r w:rsidR="008E16A2" w:rsidRPr="003428C0">
        <w:rPr>
          <w:rFonts w:ascii="Arial" w:hAnsi="Arial" w:cs="Arial"/>
          <w:sz w:val="20"/>
          <w:szCs w:val="20"/>
        </w:rPr>
        <w:t>približiće</w:t>
      </w:r>
      <w:r w:rsidR="0094681E" w:rsidRPr="003428C0">
        <w:rPr>
          <w:rFonts w:ascii="Arial" w:hAnsi="Arial" w:cs="Arial"/>
          <w:sz w:val="20"/>
          <w:szCs w:val="20"/>
        </w:rPr>
        <w:t xml:space="preserve"> domaćoj javnosti svetske savremene tokove u arhitekturi, dizajnu i vizuelnim umetnostima uopšte, kroz odgovarajući održivi i ekološki pristup stvaralačkim procesima i novim metodama u arhitektonskom projektovanju i dizajnu, uz upotrebu obnovljivih izvora energije, čistih i energetski efikasnih, zelenih tehnologija, nezagađujućih i recikliranih materijala. </w:t>
      </w:r>
      <w:r w:rsidR="00DC322D">
        <w:rPr>
          <w:rFonts w:ascii="Arial" w:hAnsi="Arial" w:cs="Arial"/>
          <w:sz w:val="20"/>
          <w:szCs w:val="20"/>
        </w:rPr>
        <w:t>Na izložbi sponzora imaćemo priliku da vidimo nove tehnologije, proizvode i materijale koji se primenjuju u ekološkoj, održivoj i energetski efikasnoj arhitekturi.</w:t>
      </w:r>
    </w:p>
    <w:p w14:paraId="3EEED007" w14:textId="77777777" w:rsidR="00B65B17" w:rsidRPr="003428C0" w:rsidRDefault="00B65B17" w:rsidP="008E16A2">
      <w:pPr>
        <w:rPr>
          <w:rFonts w:ascii="Arial" w:hAnsi="Arial" w:cs="Arial"/>
          <w:sz w:val="20"/>
          <w:szCs w:val="20"/>
        </w:rPr>
      </w:pPr>
    </w:p>
    <w:p w14:paraId="6AAF68E5" w14:textId="77777777" w:rsidR="00AF31A5" w:rsidRPr="003428C0" w:rsidRDefault="00AF31A5" w:rsidP="008E16A2">
      <w:pPr>
        <w:rPr>
          <w:rFonts w:ascii="Arial" w:hAnsi="Arial" w:cs="Arial"/>
          <w:sz w:val="20"/>
          <w:szCs w:val="20"/>
        </w:rPr>
      </w:pPr>
      <w:r w:rsidRPr="003428C0">
        <w:rPr>
          <w:rFonts w:ascii="Arial" w:hAnsi="Arial" w:cs="Arial"/>
          <w:sz w:val="20"/>
          <w:szCs w:val="20"/>
        </w:rPr>
        <w:t xml:space="preserve">Predavači na Kongresu su: </w:t>
      </w:r>
    </w:p>
    <w:p w14:paraId="6657F68D" w14:textId="77777777" w:rsidR="00A16B24" w:rsidRPr="003428C0" w:rsidRDefault="009620A5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Kate Gould</w:t>
      </w:r>
      <w:r w:rsidR="00A16B24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KATE GOULD GARDENS</w:t>
      </w:r>
      <w:r w:rsidR="00A16B24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Engleska</w:t>
      </w:r>
    </w:p>
    <w:p w14:paraId="579A6580" w14:textId="77777777" w:rsidR="00A16B24" w:rsidRPr="003428C0" w:rsidRDefault="009620A5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FA6770">
        <w:rPr>
          <w:rFonts w:ascii="Arial" w:hAnsi="Arial" w:cs="Arial"/>
          <w:b/>
          <w:sz w:val="20"/>
          <w:szCs w:val="20"/>
        </w:rPr>
        <w:t>ries</w:t>
      </w:r>
      <w:r>
        <w:rPr>
          <w:rFonts w:ascii="Arial" w:hAnsi="Arial" w:cs="Arial"/>
          <w:b/>
          <w:sz w:val="20"/>
          <w:szCs w:val="20"/>
        </w:rPr>
        <w:t xml:space="preserve"> Vens &amp; </w:t>
      </w:r>
      <w:r w:rsidR="00FA6770">
        <w:rPr>
          <w:rFonts w:ascii="Arial" w:hAnsi="Arial" w:cs="Arial"/>
          <w:b/>
          <w:sz w:val="20"/>
          <w:szCs w:val="20"/>
        </w:rPr>
        <w:t>Maarten</w:t>
      </w:r>
      <w:r w:rsidR="00F81384">
        <w:rPr>
          <w:rFonts w:ascii="Arial" w:hAnsi="Arial" w:cs="Arial"/>
          <w:b/>
          <w:sz w:val="20"/>
          <w:szCs w:val="20"/>
        </w:rPr>
        <w:t xml:space="preserve"> Vanbelle</w:t>
      </w:r>
      <w:r w:rsidR="00A16B24" w:rsidRPr="003428C0">
        <w:rPr>
          <w:rFonts w:ascii="Arial" w:hAnsi="Arial" w:cs="Arial"/>
          <w:sz w:val="20"/>
          <w:szCs w:val="20"/>
        </w:rPr>
        <w:t xml:space="preserve"> / </w:t>
      </w:r>
      <w:r w:rsidR="00F81384">
        <w:rPr>
          <w:rFonts w:ascii="Arial" w:hAnsi="Arial" w:cs="Arial"/>
          <w:sz w:val="20"/>
          <w:szCs w:val="20"/>
        </w:rPr>
        <w:t>VENS VANBELLE</w:t>
      </w:r>
      <w:r w:rsidR="00A16B24" w:rsidRPr="003428C0">
        <w:rPr>
          <w:rFonts w:ascii="Arial" w:hAnsi="Arial" w:cs="Arial"/>
          <w:sz w:val="20"/>
          <w:szCs w:val="20"/>
        </w:rPr>
        <w:t xml:space="preserve"> / </w:t>
      </w:r>
      <w:r w:rsidR="00F81384">
        <w:rPr>
          <w:rFonts w:ascii="Arial" w:hAnsi="Arial" w:cs="Arial"/>
          <w:sz w:val="20"/>
          <w:szCs w:val="20"/>
        </w:rPr>
        <w:t>Belgija</w:t>
      </w:r>
    </w:p>
    <w:p w14:paraId="5934B704" w14:textId="77777777" w:rsidR="00A16B24" w:rsidRPr="003428C0" w:rsidRDefault="00F8138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Sonja Radović Jelovac</w:t>
      </w:r>
      <w:r w:rsidR="00A16B24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STUDIO SYNTHESIS</w:t>
      </w:r>
      <w:r w:rsidR="00A16B24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Crna Gora</w:t>
      </w:r>
    </w:p>
    <w:p w14:paraId="565DF449" w14:textId="77777777" w:rsidR="00A16B24" w:rsidRPr="003428C0" w:rsidRDefault="00F8138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Juri Troy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JURI TROY</w:t>
      </w:r>
      <w:r w:rsidR="002B3C1E" w:rsidRPr="003428C0">
        <w:rPr>
          <w:rFonts w:ascii="Arial" w:hAnsi="Arial" w:cs="Arial"/>
          <w:sz w:val="20"/>
          <w:szCs w:val="20"/>
        </w:rPr>
        <w:t xml:space="preserve"> ARCHITECTS / </w:t>
      </w:r>
      <w:r>
        <w:rPr>
          <w:rFonts w:ascii="Arial" w:hAnsi="Arial" w:cs="Arial"/>
          <w:sz w:val="20"/>
          <w:szCs w:val="20"/>
        </w:rPr>
        <w:t>Austrija</w:t>
      </w:r>
    </w:p>
    <w:p w14:paraId="6D717A92" w14:textId="77777777" w:rsidR="002B3C1E" w:rsidRPr="003428C0" w:rsidRDefault="00F8138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Saša Begović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3LHD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Hrvatska</w:t>
      </w:r>
    </w:p>
    <w:p w14:paraId="35781C04" w14:textId="77777777" w:rsidR="00A16B24" w:rsidRPr="003428C0" w:rsidRDefault="00F8138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Peter Kuczia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PETER KUCZIA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Nemačka</w:t>
      </w:r>
    </w:p>
    <w:p w14:paraId="5BD78B5C" w14:textId="77777777" w:rsidR="002B3C1E" w:rsidRPr="003428C0" w:rsidRDefault="00F8138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Aljoša Dekleva</w:t>
      </w:r>
      <w:r w:rsidR="00A16B24" w:rsidRPr="003428C0">
        <w:rPr>
          <w:rFonts w:ascii="Arial" w:hAnsi="Arial" w:cs="Arial"/>
          <w:b/>
          <w:sz w:val="20"/>
          <w:szCs w:val="20"/>
        </w:rPr>
        <w:t xml:space="preserve"> </w:t>
      </w:r>
      <w:r w:rsidR="002B3C1E" w:rsidRPr="003428C0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</w:rPr>
        <w:t xml:space="preserve">DEKLEVA GREGORIC </w:t>
      </w:r>
      <w:r w:rsidRPr="003428C0">
        <w:rPr>
          <w:rFonts w:ascii="Arial" w:hAnsi="Arial" w:cs="Arial"/>
          <w:sz w:val="20"/>
          <w:szCs w:val="20"/>
        </w:rPr>
        <w:t>ARCHITECTS</w:t>
      </w:r>
      <w:r>
        <w:rPr>
          <w:rFonts w:ascii="Arial" w:hAnsi="Arial" w:cs="Arial"/>
          <w:sz w:val="20"/>
          <w:szCs w:val="20"/>
        </w:rPr>
        <w:t xml:space="preserve"> </w:t>
      </w:r>
      <w:r w:rsidR="002B3C1E" w:rsidRPr="003428C0">
        <w:rPr>
          <w:rFonts w:ascii="Arial" w:hAnsi="Arial" w:cs="Arial"/>
          <w:sz w:val="20"/>
          <w:szCs w:val="20"/>
        </w:rPr>
        <w:t xml:space="preserve">/ </w:t>
      </w:r>
      <w:r w:rsidR="00FE00EC">
        <w:rPr>
          <w:rFonts w:ascii="Arial" w:hAnsi="Arial" w:cs="Arial"/>
          <w:sz w:val="20"/>
          <w:szCs w:val="20"/>
        </w:rPr>
        <w:t>Slovenija</w:t>
      </w:r>
    </w:p>
    <w:p w14:paraId="770A3451" w14:textId="77777777" w:rsidR="00A16B24" w:rsidRPr="003428C0" w:rsidRDefault="00F8138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Mitesh Dixit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DOMAIN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 w:rsidR="007F5D0B">
        <w:rPr>
          <w:rFonts w:ascii="Arial" w:hAnsi="Arial" w:cs="Arial"/>
          <w:sz w:val="20"/>
          <w:szCs w:val="20"/>
        </w:rPr>
        <w:t>SAD</w:t>
      </w:r>
    </w:p>
    <w:p w14:paraId="5D85F6D8" w14:textId="77777777" w:rsidR="00A16B24" w:rsidRPr="003428C0" w:rsidRDefault="00F8138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Zoran Abadić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1X2STUDIO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>Srbija</w:t>
      </w:r>
    </w:p>
    <w:p w14:paraId="775B9A33" w14:textId="77777777" w:rsidR="00A16B24" w:rsidRPr="003428C0" w:rsidRDefault="006F1264" w:rsidP="00A16B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Fokke Moerel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 w:rsidR="00F81384">
        <w:rPr>
          <w:rFonts w:ascii="Arial" w:hAnsi="Arial" w:cs="Arial"/>
          <w:sz w:val="20"/>
          <w:szCs w:val="20"/>
        </w:rPr>
        <w:t>MVRDV</w:t>
      </w:r>
      <w:r w:rsidR="002B3C1E" w:rsidRPr="003428C0">
        <w:rPr>
          <w:rFonts w:ascii="Arial" w:hAnsi="Arial" w:cs="Arial"/>
          <w:sz w:val="20"/>
          <w:szCs w:val="20"/>
        </w:rPr>
        <w:t xml:space="preserve"> / </w:t>
      </w:r>
      <w:r w:rsidR="00F81384">
        <w:rPr>
          <w:rFonts w:ascii="Arial" w:hAnsi="Arial" w:cs="Arial"/>
          <w:sz w:val="20"/>
          <w:szCs w:val="20"/>
        </w:rPr>
        <w:t>Holandija</w:t>
      </w:r>
    </w:p>
    <w:p w14:paraId="10379FA6" w14:textId="77777777" w:rsidR="002B3C1E" w:rsidRPr="003428C0" w:rsidRDefault="002B3C1E" w:rsidP="00A16B24">
      <w:pPr>
        <w:rPr>
          <w:rFonts w:ascii="Arial" w:hAnsi="Arial" w:cs="Arial"/>
          <w:sz w:val="20"/>
          <w:szCs w:val="20"/>
        </w:rPr>
      </w:pPr>
    </w:p>
    <w:p w14:paraId="40F4665E" w14:textId="77777777" w:rsidR="00A16B24" w:rsidRPr="003428C0" w:rsidRDefault="00A16B24" w:rsidP="00A16B24">
      <w:pPr>
        <w:rPr>
          <w:rFonts w:ascii="Arial" w:hAnsi="Arial" w:cs="Arial"/>
          <w:sz w:val="20"/>
          <w:szCs w:val="20"/>
        </w:rPr>
      </w:pPr>
      <w:r w:rsidRPr="003428C0">
        <w:rPr>
          <w:rFonts w:ascii="Arial" w:hAnsi="Arial" w:cs="Arial"/>
          <w:sz w:val="20"/>
          <w:szCs w:val="20"/>
        </w:rPr>
        <w:t>U okviru Kongresa će biti održane dve radionice:</w:t>
      </w:r>
    </w:p>
    <w:p w14:paraId="7B07ED6D" w14:textId="77777777" w:rsidR="002B3C1E" w:rsidRPr="006A3E41" w:rsidRDefault="00A16B24" w:rsidP="002B3C1E">
      <w:pPr>
        <w:rPr>
          <w:rFonts w:ascii="Arial" w:hAnsi="Arial" w:cs="Arial"/>
          <w:spacing w:val="-2"/>
          <w:sz w:val="20"/>
          <w:szCs w:val="20"/>
        </w:rPr>
      </w:pPr>
      <w:r w:rsidRPr="003428C0">
        <w:rPr>
          <w:rFonts w:ascii="Arial" w:hAnsi="Arial" w:cs="Arial"/>
          <w:sz w:val="20"/>
          <w:szCs w:val="20"/>
        </w:rPr>
        <w:t>Rad</w:t>
      </w:r>
      <w:r w:rsidR="002B3C1E" w:rsidRPr="003428C0">
        <w:rPr>
          <w:rFonts w:ascii="Arial" w:hAnsi="Arial" w:cs="Arial"/>
          <w:sz w:val="20"/>
          <w:szCs w:val="20"/>
        </w:rPr>
        <w:t xml:space="preserve">ionica 1: </w:t>
      </w:r>
      <w:r w:rsidR="00F81384" w:rsidRPr="006A3E41">
        <w:rPr>
          <w:rFonts w:ascii="Arial" w:hAnsi="Arial" w:cs="Arial"/>
          <w:spacing w:val="-2"/>
          <w:sz w:val="20"/>
          <w:szCs w:val="20"/>
        </w:rPr>
        <w:t>Kate Gould</w:t>
      </w:r>
      <w:r w:rsidR="007B6DA3" w:rsidRPr="006A3E41">
        <w:rPr>
          <w:rFonts w:ascii="Arial" w:hAnsi="Arial" w:cs="Arial"/>
          <w:spacing w:val="-2"/>
          <w:sz w:val="20"/>
          <w:szCs w:val="20"/>
        </w:rPr>
        <w:t>,</w:t>
      </w:r>
      <w:r w:rsidR="002B3C1E" w:rsidRPr="006A3E41">
        <w:rPr>
          <w:rFonts w:ascii="Arial" w:hAnsi="Arial" w:cs="Arial"/>
          <w:spacing w:val="-2"/>
          <w:sz w:val="20"/>
          <w:szCs w:val="20"/>
        </w:rPr>
        <w:t xml:space="preserve"> </w:t>
      </w:r>
      <w:r w:rsidR="002B6FB7" w:rsidRPr="006A3E41">
        <w:rPr>
          <w:rFonts w:ascii="Arial" w:hAnsi="Arial" w:cs="Arial"/>
          <w:spacing w:val="-2"/>
          <w:sz w:val="20"/>
          <w:szCs w:val="20"/>
        </w:rPr>
        <w:t>poznati svetski pejzažni arhitekta i dizajner, dobitnica mnogobrojnih nagrada</w:t>
      </w:r>
      <w:r w:rsidR="00207DC4" w:rsidRPr="006A3E41">
        <w:rPr>
          <w:rFonts w:ascii="Arial" w:hAnsi="Arial" w:cs="Arial"/>
          <w:spacing w:val="-2"/>
          <w:sz w:val="20"/>
          <w:szCs w:val="20"/>
        </w:rPr>
        <w:t>.</w:t>
      </w:r>
    </w:p>
    <w:p w14:paraId="7A2C6129" w14:textId="77777777" w:rsidR="00A16B24" w:rsidRPr="003428C0" w:rsidRDefault="00A16B24" w:rsidP="00A16B24">
      <w:pPr>
        <w:rPr>
          <w:rFonts w:ascii="Arial" w:hAnsi="Arial" w:cs="Arial"/>
          <w:sz w:val="20"/>
          <w:szCs w:val="20"/>
        </w:rPr>
      </w:pPr>
    </w:p>
    <w:p w14:paraId="139857C3" w14:textId="77777777" w:rsidR="00483C46" w:rsidRDefault="00A16B24" w:rsidP="008E16A2">
      <w:pPr>
        <w:rPr>
          <w:rFonts w:ascii="Arial" w:hAnsi="Arial" w:cs="Arial"/>
          <w:sz w:val="20"/>
          <w:szCs w:val="20"/>
        </w:rPr>
      </w:pPr>
      <w:r w:rsidRPr="003428C0">
        <w:rPr>
          <w:rFonts w:ascii="Arial" w:hAnsi="Arial" w:cs="Arial"/>
          <w:sz w:val="20"/>
          <w:szCs w:val="20"/>
        </w:rPr>
        <w:t>Rad</w:t>
      </w:r>
      <w:r w:rsidR="002B3C1E" w:rsidRPr="003428C0">
        <w:rPr>
          <w:rFonts w:ascii="Arial" w:hAnsi="Arial" w:cs="Arial"/>
          <w:sz w:val="20"/>
          <w:szCs w:val="20"/>
        </w:rPr>
        <w:t xml:space="preserve">ionica 2: </w:t>
      </w:r>
      <w:r w:rsidR="00F81384">
        <w:rPr>
          <w:rFonts w:ascii="Arial" w:hAnsi="Arial" w:cs="Arial"/>
          <w:sz w:val="20"/>
          <w:szCs w:val="20"/>
        </w:rPr>
        <w:t>Saša Begović</w:t>
      </w:r>
      <w:r w:rsidR="00483C46">
        <w:rPr>
          <w:rFonts w:ascii="Arial" w:hAnsi="Arial" w:cs="Arial"/>
          <w:sz w:val="20"/>
          <w:szCs w:val="20"/>
        </w:rPr>
        <w:t>, arhitekta, urbanista, dizajner i profesor na Arhitektonskom fakultetu Sveučilišta u Zagrebu</w:t>
      </w:r>
      <w:r w:rsidR="00207DC4">
        <w:rPr>
          <w:rFonts w:ascii="Arial" w:hAnsi="Arial" w:cs="Arial"/>
          <w:sz w:val="20"/>
          <w:szCs w:val="20"/>
        </w:rPr>
        <w:t xml:space="preserve"> i osnivač prominentnog arhitektonskog studi</w:t>
      </w:r>
      <w:r w:rsidR="00FE00EC">
        <w:rPr>
          <w:rFonts w:ascii="Arial" w:hAnsi="Arial" w:cs="Arial"/>
          <w:sz w:val="20"/>
          <w:szCs w:val="20"/>
        </w:rPr>
        <w:t>j</w:t>
      </w:r>
      <w:r w:rsidR="00207DC4">
        <w:rPr>
          <w:rFonts w:ascii="Arial" w:hAnsi="Arial" w:cs="Arial"/>
          <w:sz w:val="20"/>
          <w:szCs w:val="20"/>
        </w:rPr>
        <w:t>a 3LHD.</w:t>
      </w:r>
    </w:p>
    <w:p w14:paraId="566B7CAD" w14:textId="77777777" w:rsidR="007F5D0B" w:rsidRDefault="007F5D0B" w:rsidP="008E16A2">
      <w:pPr>
        <w:rPr>
          <w:rFonts w:ascii="Arial" w:hAnsi="Arial" w:cs="Arial"/>
          <w:sz w:val="20"/>
          <w:szCs w:val="20"/>
        </w:rPr>
      </w:pPr>
    </w:p>
    <w:p w14:paraId="749AD276" w14:textId="77777777" w:rsidR="0094681E" w:rsidRDefault="007F5D0B" w:rsidP="008E16A2">
      <w:r>
        <w:rPr>
          <w:rFonts w:ascii="Arial" w:hAnsi="Arial" w:cs="Arial"/>
          <w:sz w:val="20"/>
          <w:szCs w:val="20"/>
        </w:rPr>
        <w:t>R</w:t>
      </w:r>
      <w:r w:rsidR="00FA6770">
        <w:rPr>
          <w:rFonts w:ascii="Arial" w:hAnsi="Arial" w:cs="Arial"/>
          <w:sz w:val="20"/>
          <w:szCs w:val="20"/>
        </w:rPr>
        <w:t>ane prijave</w:t>
      </w:r>
      <w:r w:rsidR="00F971AA">
        <w:rPr>
          <w:rFonts w:ascii="Arial" w:hAnsi="Arial" w:cs="Arial"/>
          <w:sz w:val="20"/>
          <w:szCs w:val="20"/>
        </w:rPr>
        <w:t xml:space="preserve"> i uplate- kupovina karata</w:t>
      </w:r>
      <w:r w:rsidR="00FA677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</w:t>
      </w:r>
      <w:r w:rsidR="00FA6770">
        <w:rPr>
          <w:rFonts w:ascii="Arial" w:hAnsi="Arial" w:cs="Arial"/>
          <w:sz w:val="20"/>
          <w:szCs w:val="20"/>
        </w:rPr>
        <w:t xml:space="preserve"> popustom od 30%</w:t>
      </w:r>
      <w:r w:rsidR="005A1F0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je omogućena</w:t>
      </w:r>
      <w:r w:rsidR="00483C46">
        <w:rPr>
          <w:rFonts w:ascii="Arial" w:hAnsi="Arial" w:cs="Arial"/>
          <w:sz w:val="20"/>
          <w:szCs w:val="20"/>
        </w:rPr>
        <w:t xml:space="preserve"> do </w:t>
      </w:r>
      <w:r w:rsidR="004D2232">
        <w:rPr>
          <w:rFonts w:ascii="Arial" w:hAnsi="Arial" w:cs="Arial"/>
          <w:sz w:val="20"/>
          <w:szCs w:val="20"/>
        </w:rPr>
        <w:t>01.09</w:t>
      </w:r>
      <w:r w:rsidR="00397A71">
        <w:rPr>
          <w:rFonts w:ascii="Arial" w:hAnsi="Arial" w:cs="Arial"/>
          <w:sz w:val="20"/>
          <w:szCs w:val="20"/>
        </w:rPr>
        <w:t>.</w:t>
      </w:r>
      <w:r w:rsidR="00FA6770">
        <w:rPr>
          <w:rFonts w:ascii="Arial" w:hAnsi="Arial" w:cs="Arial"/>
          <w:sz w:val="20"/>
          <w:szCs w:val="20"/>
        </w:rPr>
        <w:t>2021</w:t>
      </w:r>
      <w:r w:rsidR="00F971AA">
        <w:rPr>
          <w:rFonts w:ascii="Arial" w:hAnsi="Arial" w:cs="Arial"/>
          <w:sz w:val="20"/>
          <w:szCs w:val="20"/>
        </w:rPr>
        <w:t>. godine,</w:t>
      </w:r>
      <w:r w:rsidR="00650BBF">
        <w:rPr>
          <w:rFonts w:ascii="Arial" w:hAnsi="Arial" w:cs="Arial"/>
          <w:sz w:val="20"/>
          <w:szCs w:val="20"/>
        </w:rPr>
        <w:t xml:space="preserve"> </w:t>
      </w:r>
      <w:r w:rsidR="00F971AA">
        <w:rPr>
          <w:rFonts w:ascii="Arial" w:hAnsi="Arial" w:cs="Arial"/>
          <w:sz w:val="20"/>
          <w:szCs w:val="20"/>
        </w:rPr>
        <w:t xml:space="preserve">odnosno do popune mesta. </w:t>
      </w:r>
      <w:r w:rsidR="00650BBF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osle ovog roka cena karata biće u punom iznosu.</w:t>
      </w:r>
      <w:r w:rsidR="00397A71">
        <w:rPr>
          <w:rFonts w:ascii="Arial" w:hAnsi="Arial" w:cs="Arial"/>
          <w:sz w:val="20"/>
          <w:szCs w:val="20"/>
        </w:rPr>
        <w:t xml:space="preserve"> Za studente smo omogućili kupovinu karata po</w:t>
      </w:r>
      <w:r w:rsidR="00FA6770">
        <w:rPr>
          <w:rFonts w:ascii="Arial" w:hAnsi="Arial" w:cs="Arial"/>
          <w:sz w:val="20"/>
          <w:szCs w:val="20"/>
        </w:rPr>
        <w:t xml:space="preserve"> posebnim</w:t>
      </w:r>
      <w:r w:rsidR="00397A71">
        <w:rPr>
          <w:rFonts w:ascii="Arial" w:hAnsi="Arial" w:cs="Arial"/>
          <w:sz w:val="20"/>
          <w:szCs w:val="20"/>
        </w:rPr>
        <w:t xml:space="preserve"> cenama za studente.</w:t>
      </w:r>
      <w:r w:rsidR="00F971AA">
        <w:rPr>
          <w:rFonts w:ascii="Arial" w:hAnsi="Arial" w:cs="Arial"/>
          <w:sz w:val="20"/>
          <w:szCs w:val="20"/>
        </w:rPr>
        <w:t xml:space="preserve"> Sve informacije  o prijavi i uplati karata možete naci na linku </w:t>
      </w:r>
      <w:r w:rsidR="00397A71">
        <w:rPr>
          <w:rFonts w:ascii="Arial" w:hAnsi="Arial" w:cs="Arial"/>
          <w:sz w:val="20"/>
          <w:szCs w:val="20"/>
        </w:rPr>
        <w:t xml:space="preserve"> </w:t>
      </w:r>
      <w:r w:rsidR="003428C0" w:rsidRPr="003428C0">
        <w:rPr>
          <w:rFonts w:ascii="Arial" w:hAnsi="Arial" w:cs="Arial"/>
          <w:sz w:val="20"/>
          <w:szCs w:val="20"/>
        </w:rPr>
        <w:t>Više informacija na sajtu </w:t>
      </w:r>
      <w:hyperlink r:id="rId7" w:tgtFrame="_blank" w:history="1">
        <w:r w:rsidR="003428C0" w:rsidRPr="003428C0">
          <w:rPr>
            <w:rFonts w:ascii="Arial" w:hAnsi="Arial" w:cs="Arial"/>
            <w:sz w:val="20"/>
            <w:szCs w:val="20"/>
          </w:rPr>
          <w:t>www.congress-saee.com</w:t>
        </w:r>
      </w:hyperlink>
      <w:r w:rsidR="00F971AA">
        <w:t>/karte/</w:t>
      </w:r>
    </w:p>
    <w:p w14:paraId="7288DBFF" w14:textId="77777777" w:rsidR="00F971AA" w:rsidRPr="00F971AA" w:rsidRDefault="00F971AA" w:rsidP="008E16A2">
      <w:pPr>
        <w:rPr>
          <w:rFonts w:ascii="Arial" w:hAnsi="Arial" w:cs="Arial"/>
          <w:sz w:val="20"/>
          <w:szCs w:val="20"/>
        </w:rPr>
      </w:pPr>
      <w:r>
        <w:t xml:space="preserve">Sve informacije o kongresu na sajtu </w:t>
      </w:r>
      <w:hyperlink r:id="rId8" w:tgtFrame="_blank" w:history="1">
        <w:r w:rsidRPr="003428C0">
          <w:rPr>
            <w:rFonts w:ascii="Arial" w:hAnsi="Arial" w:cs="Arial"/>
            <w:sz w:val="20"/>
            <w:szCs w:val="20"/>
          </w:rPr>
          <w:t>www.congress-saee.com</w:t>
        </w:r>
      </w:hyperlink>
    </w:p>
    <w:p w14:paraId="076CAB78" w14:textId="77777777" w:rsidR="0094681E" w:rsidRDefault="0094681E" w:rsidP="008E16A2">
      <w:pPr>
        <w:tabs>
          <w:tab w:val="right" w:pos="9072"/>
        </w:tabs>
        <w:rPr>
          <w:rFonts w:ascii="Arial" w:hAnsi="Arial" w:cs="Arial"/>
          <w:sz w:val="20"/>
          <w:szCs w:val="20"/>
        </w:rPr>
      </w:pPr>
    </w:p>
    <w:p w14:paraId="6EFAC85F" w14:textId="77777777" w:rsidR="004C6C47" w:rsidRPr="003428C0" w:rsidRDefault="004C6C47" w:rsidP="008E16A2">
      <w:pPr>
        <w:tabs>
          <w:tab w:val="right" w:pos="9072"/>
        </w:tabs>
        <w:rPr>
          <w:rFonts w:ascii="Arial" w:hAnsi="Arial" w:cs="Arial"/>
          <w:sz w:val="20"/>
          <w:szCs w:val="20"/>
        </w:rPr>
      </w:pPr>
    </w:p>
    <w:p w14:paraId="25E5E40B" w14:textId="77777777" w:rsidR="004C6C47" w:rsidRPr="00130E38" w:rsidRDefault="004C6C47" w:rsidP="004C6C47">
      <w:pPr>
        <w:pStyle w:val="ListParagraph"/>
        <w:tabs>
          <w:tab w:val="left" w:pos="454"/>
          <w:tab w:val="left" w:pos="794"/>
        </w:tabs>
        <w:ind w:left="0"/>
        <w:jc w:val="both"/>
        <w:rPr>
          <w:rFonts w:ascii="Arial" w:hAnsi="Arial" w:cs="Arial"/>
          <w:sz w:val="20"/>
          <w:szCs w:val="20"/>
        </w:rPr>
      </w:pPr>
      <w:r w:rsidRPr="00130E38">
        <w:rPr>
          <w:rFonts w:ascii="Arial" w:hAnsi="Arial" w:cs="Arial"/>
          <w:sz w:val="20"/>
          <w:szCs w:val="20"/>
        </w:rPr>
        <w:t>Mr VLADIMIR LOVRIĆ d.i.a.</w:t>
      </w:r>
      <w:r w:rsidRPr="00130E38">
        <w:rPr>
          <w:rFonts w:ascii="Arial" w:hAnsi="Arial" w:cs="Arial"/>
          <w:sz w:val="20"/>
          <w:szCs w:val="20"/>
        </w:rPr>
        <w:tab/>
      </w:r>
      <w:r w:rsidRPr="00130E38">
        <w:rPr>
          <w:rFonts w:ascii="Arial" w:hAnsi="Arial" w:cs="Arial"/>
          <w:sz w:val="20"/>
          <w:szCs w:val="20"/>
        </w:rPr>
        <w:tab/>
      </w:r>
      <w:r w:rsidRPr="00130E38">
        <w:rPr>
          <w:rFonts w:ascii="Arial" w:hAnsi="Arial" w:cs="Arial"/>
          <w:sz w:val="20"/>
          <w:szCs w:val="20"/>
        </w:rPr>
        <w:tab/>
      </w:r>
      <w:r w:rsidRPr="00130E38">
        <w:rPr>
          <w:rFonts w:ascii="Arial" w:hAnsi="Arial" w:cs="Arial"/>
          <w:sz w:val="20"/>
          <w:szCs w:val="20"/>
        </w:rPr>
        <w:tab/>
      </w:r>
      <w:r w:rsidRPr="00130E38">
        <w:rPr>
          <w:rFonts w:ascii="Arial" w:hAnsi="Arial" w:cs="Arial"/>
          <w:sz w:val="20"/>
          <w:szCs w:val="20"/>
        </w:rPr>
        <w:tab/>
      </w:r>
      <w:r w:rsidRPr="00130E38">
        <w:rPr>
          <w:rFonts w:ascii="Arial" w:hAnsi="Arial" w:cs="Arial"/>
          <w:sz w:val="20"/>
          <w:szCs w:val="20"/>
        </w:rPr>
        <w:tab/>
      </w:r>
    </w:p>
    <w:p w14:paraId="7F6A3376" w14:textId="77777777" w:rsidR="004C6C47" w:rsidRPr="00130E38" w:rsidRDefault="004C6C47" w:rsidP="004C6C47">
      <w:pPr>
        <w:pStyle w:val="ListParagraph"/>
        <w:tabs>
          <w:tab w:val="left" w:pos="454"/>
          <w:tab w:val="left" w:pos="794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130E38">
        <w:rPr>
          <w:rFonts w:ascii="Arial" w:hAnsi="Arial" w:cs="Arial"/>
          <w:sz w:val="20"/>
          <w:szCs w:val="20"/>
        </w:rPr>
        <w:t>redsednik Organizacionog odbora KONGRESA</w:t>
      </w:r>
    </w:p>
    <w:p w14:paraId="28454249" w14:textId="77777777" w:rsidR="004C6C47" w:rsidRPr="00130E38" w:rsidRDefault="004C6C47" w:rsidP="004C6C47">
      <w:pPr>
        <w:pStyle w:val="ListParagraph"/>
        <w:tabs>
          <w:tab w:val="left" w:pos="454"/>
          <w:tab w:val="left" w:pos="794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Predsednik EKOKULT+</w:t>
      </w:r>
      <w:r w:rsidRPr="00130E38">
        <w:rPr>
          <w:rFonts w:ascii="Arial" w:hAnsi="Arial" w:cs="Arial"/>
          <w:sz w:val="20"/>
          <w:szCs w:val="20"/>
        </w:rPr>
        <w:t xml:space="preserve"> </w:t>
      </w:r>
    </w:p>
    <w:p w14:paraId="040CAD49" w14:textId="77777777" w:rsidR="004C6C47" w:rsidRPr="00130E38" w:rsidRDefault="004C6C47" w:rsidP="004C6C47">
      <w:pPr>
        <w:pStyle w:val="ListParagraph"/>
        <w:tabs>
          <w:tab w:val="left" w:pos="454"/>
          <w:tab w:val="left" w:pos="794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130E38">
        <w:rPr>
          <w:rFonts w:ascii="Arial" w:hAnsi="Arial" w:cs="Arial"/>
          <w:sz w:val="20"/>
          <w:szCs w:val="20"/>
        </w:rPr>
        <w:t xml:space="preserve">lavni i odgovorni urednik magazina EKO KUĆA </w:t>
      </w:r>
    </w:p>
    <w:p w14:paraId="756076EC" w14:textId="77777777" w:rsidR="004C6C47" w:rsidRPr="00130E38" w:rsidRDefault="004C6C47" w:rsidP="004C6C47">
      <w:pPr>
        <w:pStyle w:val="ListParagraph"/>
        <w:tabs>
          <w:tab w:val="left" w:pos="624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130E38">
        <w:rPr>
          <w:rFonts w:ascii="Arial" w:hAnsi="Arial" w:cs="Arial"/>
          <w:sz w:val="20"/>
          <w:szCs w:val="20"/>
        </w:rPr>
        <w:t>el</w:t>
      </w:r>
      <w:r>
        <w:rPr>
          <w:rFonts w:ascii="Arial" w:hAnsi="Arial" w:cs="Arial"/>
          <w:sz w:val="20"/>
          <w:szCs w:val="20"/>
        </w:rPr>
        <w:t>:</w:t>
      </w:r>
      <w:r w:rsidRPr="00130E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130E38">
        <w:rPr>
          <w:rFonts w:ascii="Arial" w:hAnsi="Arial" w:cs="Arial"/>
          <w:sz w:val="20"/>
          <w:szCs w:val="20"/>
        </w:rPr>
        <w:t>+381 11 2175 978</w:t>
      </w:r>
    </w:p>
    <w:p w14:paraId="10BF3ECA" w14:textId="77777777" w:rsidR="00397A71" w:rsidRPr="003428C0" w:rsidRDefault="004C6C47" w:rsidP="00F72A99">
      <w:pPr>
        <w:pStyle w:val="ListParagraph"/>
        <w:tabs>
          <w:tab w:val="left" w:pos="624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mail:</w:t>
      </w:r>
      <w:r>
        <w:rPr>
          <w:rFonts w:ascii="Arial" w:hAnsi="Arial" w:cs="Arial"/>
          <w:sz w:val="20"/>
          <w:szCs w:val="20"/>
        </w:rPr>
        <w:tab/>
        <w:t>kongres</w:t>
      </w:r>
      <w:r w:rsidRPr="00C338AB">
        <w:rPr>
          <w:rFonts w:ascii="Arial" w:hAnsi="Arial" w:cs="Arial"/>
          <w:sz w:val="20"/>
          <w:szCs w:val="20"/>
        </w:rPr>
        <w:t>@ekokult.org</w:t>
      </w:r>
    </w:p>
    <w:sectPr w:rsidR="00397A71" w:rsidRPr="003428C0" w:rsidSect="003428C0">
      <w:headerReference w:type="even" r:id="rId9"/>
      <w:headerReference w:type="default" r:id="rId10"/>
      <w:pgSz w:w="11906" w:h="16838" w:code="9"/>
      <w:pgMar w:top="2835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C57E0" w14:textId="77777777" w:rsidR="00A964EF" w:rsidRDefault="00A964EF" w:rsidP="00A425FF">
      <w:r>
        <w:separator/>
      </w:r>
    </w:p>
  </w:endnote>
  <w:endnote w:type="continuationSeparator" w:id="0">
    <w:p w14:paraId="47D3E387" w14:textId="77777777" w:rsidR="00A964EF" w:rsidRDefault="00A964EF" w:rsidP="00A4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87306" w14:textId="77777777" w:rsidR="00A964EF" w:rsidRDefault="00A964EF" w:rsidP="00A425FF">
      <w:r>
        <w:separator/>
      </w:r>
    </w:p>
  </w:footnote>
  <w:footnote w:type="continuationSeparator" w:id="0">
    <w:p w14:paraId="232738E3" w14:textId="77777777" w:rsidR="00A964EF" w:rsidRDefault="00A964EF" w:rsidP="00A42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C89BA3" w14:textId="77777777" w:rsidR="007B577B" w:rsidRDefault="007B577B">
    <w:pPr>
      <w:pStyle w:val="Header"/>
    </w:pPr>
  </w:p>
  <w:p w14:paraId="58077323" w14:textId="77777777" w:rsidR="00A570AD" w:rsidRDefault="00D76245">
    <w:r>
      <w:rPr>
        <w:noProof/>
      </w:rPr>
      <w:drawing>
        <wp:inline distT="0" distB="0" distL="0" distR="0" wp14:anchorId="2FF25D91" wp14:editId="7FFC47A2">
          <wp:extent cx="6105525" cy="1800225"/>
          <wp:effectExtent l="19050" t="0" r="9525" b="0"/>
          <wp:docPr id="2" name="Picture 2" descr="OA-SRB-1 novi datum 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A-SRB-1 novi datum 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1800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6F2D2" w14:textId="77777777" w:rsidR="00A425FF" w:rsidRPr="007B577B" w:rsidRDefault="00D76245" w:rsidP="003428C0">
    <w:pPr>
      <w:pStyle w:val="Header"/>
      <w:jc w:val="center"/>
    </w:pPr>
    <w:r>
      <w:rPr>
        <w:noProof/>
      </w:rPr>
      <w:drawing>
        <wp:inline distT="0" distB="0" distL="0" distR="0" wp14:anchorId="0C550864" wp14:editId="352FA597">
          <wp:extent cx="3248025" cy="952500"/>
          <wp:effectExtent l="19050" t="0" r="9525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5402C7"/>
    <w:multiLevelType w:val="hybridMultilevel"/>
    <w:tmpl w:val="65B8A578"/>
    <w:lvl w:ilvl="0" w:tplc="753E4D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attachedTemplate r:id="rId1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CB0"/>
    <w:rsid w:val="0002442B"/>
    <w:rsid w:val="000D703E"/>
    <w:rsid w:val="000E7310"/>
    <w:rsid w:val="00171026"/>
    <w:rsid w:val="001B308E"/>
    <w:rsid w:val="001D481A"/>
    <w:rsid w:val="00207DC4"/>
    <w:rsid w:val="00213238"/>
    <w:rsid w:val="00244FD3"/>
    <w:rsid w:val="00246811"/>
    <w:rsid w:val="002624C4"/>
    <w:rsid w:val="00270004"/>
    <w:rsid w:val="002B234C"/>
    <w:rsid w:val="002B3C1E"/>
    <w:rsid w:val="002B6FB7"/>
    <w:rsid w:val="002C54B9"/>
    <w:rsid w:val="002D3A2B"/>
    <w:rsid w:val="00323893"/>
    <w:rsid w:val="003428C0"/>
    <w:rsid w:val="00397A71"/>
    <w:rsid w:val="003A58E4"/>
    <w:rsid w:val="00401C1A"/>
    <w:rsid w:val="00424DC9"/>
    <w:rsid w:val="00476CB0"/>
    <w:rsid w:val="00483C46"/>
    <w:rsid w:val="004B29F6"/>
    <w:rsid w:val="004C6C47"/>
    <w:rsid w:val="004D2232"/>
    <w:rsid w:val="00504865"/>
    <w:rsid w:val="00551DD9"/>
    <w:rsid w:val="00552752"/>
    <w:rsid w:val="005A1F0E"/>
    <w:rsid w:val="005E5AD1"/>
    <w:rsid w:val="00632D67"/>
    <w:rsid w:val="00650BBF"/>
    <w:rsid w:val="00683B7D"/>
    <w:rsid w:val="006A0B99"/>
    <w:rsid w:val="006A3E41"/>
    <w:rsid w:val="006A3F46"/>
    <w:rsid w:val="006E0A6B"/>
    <w:rsid w:val="006F1264"/>
    <w:rsid w:val="00736956"/>
    <w:rsid w:val="00743D3C"/>
    <w:rsid w:val="00751896"/>
    <w:rsid w:val="00784AB3"/>
    <w:rsid w:val="0079285B"/>
    <w:rsid w:val="007B577B"/>
    <w:rsid w:val="007B6DA3"/>
    <w:rsid w:val="007D69F7"/>
    <w:rsid w:val="007F5D0B"/>
    <w:rsid w:val="0086390D"/>
    <w:rsid w:val="008927B7"/>
    <w:rsid w:val="008C58D6"/>
    <w:rsid w:val="008E16A2"/>
    <w:rsid w:val="008F386E"/>
    <w:rsid w:val="0094681E"/>
    <w:rsid w:val="009620A5"/>
    <w:rsid w:val="00972B4A"/>
    <w:rsid w:val="009C3A8F"/>
    <w:rsid w:val="009C7E02"/>
    <w:rsid w:val="00A16B24"/>
    <w:rsid w:val="00A31933"/>
    <w:rsid w:val="00A425FF"/>
    <w:rsid w:val="00A570AD"/>
    <w:rsid w:val="00A67A04"/>
    <w:rsid w:val="00A964EF"/>
    <w:rsid w:val="00AA6549"/>
    <w:rsid w:val="00AB3708"/>
    <w:rsid w:val="00AF31A5"/>
    <w:rsid w:val="00B11BB6"/>
    <w:rsid w:val="00B2359F"/>
    <w:rsid w:val="00B30467"/>
    <w:rsid w:val="00B30E5B"/>
    <w:rsid w:val="00B44206"/>
    <w:rsid w:val="00B479FC"/>
    <w:rsid w:val="00B65B17"/>
    <w:rsid w:val="00B706B3"/>
    <w:rsid w:val="00B749C5"/>
    <w:rsid w:val="00B837E5"/>
    <w:rsid w:val="00BA33B0"/>
    <w:rsid w:val="00BB46D0"/>
    <w:rsid w:val="00BE1D3B"/>
    <w:rsid w:val="00C136A0"/>
    <w:rsid w:val="00C1599A"/>
    <w:rsid w:val="00C33F32"/>
    <w:rsid w:val="00C37639"/>
    <w:rsid w:val="00C41067"/>
    <w:rsid w:val="00C521D2"/>
    <w:rsid w:val="00C7275C"/>
    <w:rsid w:val="00C74C56"/>
    <w:rsid w:val="00C80349"/>
    <w:rsid w:val="00C864C2"/>
    <w:rsid w:val="00CE71F3"/>
    <w:rsid w:val="00CF0B50"/>
    <w:rsid w:val="00CF6293"/>
    <w:rsid w:val="00CF7246"/>
    <w:rsid w:val="00D02B06"/>
    <w:rsid w:val="00D76245"/>
    <w:rsid w:val="00DC322D"/>
    <w:rsid w:val="00E30E85"/>
    <w:rsid w:val="00E727C6"/>
    <w:rsid w:val="00E74100"/>
    <w:rsid w:val="00E845B4"/>
    <w:rsid w:val="00E94E76"/>
    <w:rsid w:val="00F11F62"/>
    <w:rsid w:val="00F13E6C"/>
    <w:rsid w:val="00F40A16"/>
    <w:rsid w:val="00F6440D"/>
    <w:rsid w:val="00F72A99"/>
    <w:rsid w:val="00F81384"/>
    <w:rsid w:val="00F958B2"/>
    <w:rsid w:val="00F967BE"/>
    <w:rsid w:val="00F971AA"/>
    <w:rsid w:val="00FA355E"/>
    <w:rsid w:val="00FA6770"/>
    <w:rsid w:val="00FD7A06"/>
    <w:rsid w:val="00FE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93EF7F"/>
  <w15:docId w15:val="{E19CD33D-BF6D-4B17-8706-41B117C5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7BE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5F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25FF"/>
  </w:style>
  <w:style w:type="paragraph" w:styleId="Footer">
    <w:name w:val="footer"/>
    <w:basedOn w:val="Normal"/>
    <w:link w:val="FooterChar"/>
    <w:uiPriority w:val="99"/>
    <w:unhideWhenUsed/>
    <w:rsid w:val="00A425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5FF"/>
  </w:style>
  <w:style w:type="paragraph" w:styleId="BalloonText">
    <w:name w:val="Balloon Text"/>
    <w:basedOn w:val="Normal"/>
    <w:link w:val="BalloonTextChar"/>
    <w:uiPriority w:val="99"/>
    <w:semiHidden/>
    <w:unhideWhenUsed/>
    <w:rsid w:val="00A425F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425F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44206"/>
    <w:rPr>
      <w:color w:val="0000FF"/>
      <w:u w:val="single"/>
    </w:rPr>
  </w:style>
  <w:style w:type="paragraph" w:customStyle="1" w:styleId="Default">
    <w:name w:val="Default"/>
    <w:rsid w:val="00B442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C6C47"/>
    <w:pPr>
      <w:ind w:left="720"/>
    </w:pPr>
    <w:rPr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.facebook.com/l.php?u=http%3A%2F%2Fwww.congress-saee.com%2F%3Ffbclid%3DIwAR3BanBITRlY1seO7_iVQoWj7wJDELqVskj_m7609PyA8p1DrTx5y2MYxhM&amp;h=AT111sPFpBcsobkhD2SCUmIczL8Qh2HW1WTPUQmv2GJeZicObWcmcYk0WkOp-i8Go9-PwofEdOBU9gjDGfkqQ1GzFQh4CA50cn55gJxUzWRIj7_fw4_wRwAYZBsRP6ugDtybJKMudG69-dGv7xOLA6JZMjBsHLZ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.facebook.com/l.php?u=http%3A%2F%2Fwww.congress-saee.com%2F%3Ffbclid%3DIwAR3BanBITRlY1seO7_iVQoWj7wJDELqVskj_m7609PyA8p1DrTx5y2MYxhM&amp;h=AT111sPFpBcsobkhD2SCUmIczL8Qh2HW1WTPUQmv2GJeZicObWcmcYk0WkOp-i8Go9-PwofEdOBU9gjDGfkqQ1GzFQh4CA50cn55gJxUzWRIj7_fw4_wRwAYZBsRP6ugDtybJKMudG69-dGv7xOLA6JZMjBsHLZ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radno%20ambasada%20hrvatsk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radno ambasada hrvatske</Template>
  <TotalTime>88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Vlada</cp:lastModifiedBy>
  <cp:revision>15</cp:revision>
  <cp:lastPrinted>2021-07-08T12:31:00Z</cp:lastPrinted>
  <dcterms:created xsi:type="dcterms:W3CDTF">2021-07-06T15:21:00Z</dcterms:created>
  <dcterms:modified xsi:type="dcterms:W3CDTF">2021-07-08T13:09:00Z</dcterms:modified>
</cp:coreProperties>
</file>